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32" w:rsidRPr="00F63D06" w:rsidRDefault="00895862" w:rsidP="00F63D06">
      <w:pPr>
        <w:tabs>
          <w:tab w:val="left" w:pos="5735"/>
        </w:tabs>
        <w:snapToGrid w:val="0"/>
        <w:spacing w:line="211" w:lineRule="auto"/>
        <w:jc w:val="left"/>
        <w:rPr>
          <w:rFonts w:ascii="メイリオ" w:eastAsia="メイリオ" w:hAnsi="メイリオ"/>
          <w:sz w:val="22"/>
          <w:szCs w:val="22"/>
        </w:rPr>
      </w:pPr>
      <w:r w:rsidRPr="00F63D06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震災復興支援基金（</w:t>
      </w:r>
      <w:r w:rsidR="00E63DB1" w:rsidRPr="00F63D06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パル未来花基金</w:t>
      </w:r>
      <w:r w:rsidRPr="00F63D06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）</w:t>
      </w:r>
      <w:r w:rsidR="005453EF" w:rsidRPr="00F63D06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使途</w:t>
      </w:r>
      <w:r w:rsidR="005D1320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等</w:t>
      </w:r>
      <w:r w:rsidR="005453EF" w:rsidRPr="00F63D06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変更申請書</w:t>
      </w:r>
      <w:r w:rsidR="00D35A60" w:rsidRPr="00F63D06">
        <w:rPr>
          <w:rFonts w:ascii="メイリオ" w:eastAsia="メイリオ" w:hAnsi="メイリオ"/>
          <w:sz w:val="22"/>
          <w:szCs w:val="22"/>
        </w:rPr>
        <w:tab/>
      </w:r>
      <w:r w:rsidR="00D35A60" w:rsidRPr="00802681">
        <w:rPr>
          <w:rFonts w:ascii="メイリオ" w:eastAsia="メイリオ" w:hAnsi="メイリオ" w:hint="eastAsia"/>
          <w:b/>
          <w:color w:val="FF0000"/>
          <w:sz w:val="24"/>
          <w:szCs w:val="24"/>
        </w:rPr>
        <w:t>記入例</w:t>
      </w:r>
    </w:p>
    <w:p w:rsidR="00263D32" w:rsidRPr="00F63D06" w:rsidRDefault="00263D32" w:rsidP="00F63D06">
      <w:pPr>
        <w:snapToGrid w:val="0"/>
        <w:spacing w:line="211" w:lineRule="auto"/>
        <w:jc w:val="right"/>
        <w:rPr>
          <w:rFonts w:ascii="メイリオ" w:eastAsia="メイリオ" w:hAnsi="メイリオ"/>
        </w:rPr>
      </w:pPr>
      <w:r w:rsidRPr="00F63D06">
        <w:rPr>
          <w:rFonts w:ascii="メイリオ" w:eastAsia="メイリオ" w:hAnsi="メイリオ"/>
        </w:rPr>
        <w:t xml:space="preserve">  </w:t>
      </w:r>
      <w:r w:rsidRPr="00F63D06">
        <w:rPr>
          <w:rFonts w:ascii="メイリオ" w:eastAsia="メイリオ" w:hAnsi="メイリオ" w:hint="eastAsia"/>
        </w:rPr>
        <w:t>提出日20</w:t>
      </w:r>
      <w:r w:rsidR="00006ED9" w:rsidRPr="00F63D06">
        <w:rPr>
          <w:rFonts w:ascii="メイリオ" w:eastAsia="メイリオ" w:hAnsi="メイリオ" w:hint="eastAsia"/>
        </w:rPr>
        <w:t xml:space="preserve">　</w:t>
      </w:r>
      <w:r w:rsidRPr="00F63D06">
        <w:rPr>
          <w:rFonts w:ascii="メイリオ" w:eastAsia="メイリオ" w:hAnsi="メイリオ" w:hint="eastAsia"/>
        </w:rPr>
        <w:t xml:space="preserve">　　年　　</w:t>
      </w:r>
      <w:r w:rsidR="00006ED9" w:rsidRPr="00F63D06">
        <w:rPr>
          <w:rFonts w:ascii="メイリオ" w:eastAsia="メイリオ" w:hAnsi="メイリオ" w:hint="eastAsia"/>
        </w:rPr>
        <w:t xml:space="preserve">　</w:t>
      </w:r>
      <w:r w:rsidRPr="00F63D06">
        <w:rPr>
          <w:rFonts w:ascii="メイリオ" w:eastAsia="メイリオ" w:hAnsi="メイリオ" w:hint="eastAsia"/>
        </w:rPr>
        <w:t xml:space="preserve">月　</w:t>
      </w:r>
      <w:r w:rsidR="00006ED9" w:rsidRPr="00F63D06">
        <w:rPr>
          <w:rFonts w:ascii="メイリオ" w:eastAsia="メイリオ" w:hAnsi="メイリオ" w:hint="eastAsia"/>
        </w:rPr>
        <w:t xml:space="preserve">　</w:t>
      </w:r>
      <w:r w:rsidRPr="00F63D06">
        <w:rPr>
          <w:rFonts w:ascii="メイリオ" w:eastAsia="メイリオ" w:hAnsi="メイリオ" w:hint="eastAsia"/>
        </w:rPr>
        <w:t xml:space="preserve">　日　　　　　</w:t>
      </w:r>
    </w:p>
    <w:tbl>
      <w:tblPr>
        <w:tblW w:w="10738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ashSmallGap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5"/>
        <w:gridCol w:w="1870"/>
        <w:gridCol w:w="2071"/>
        <w:gridCol w:w="900"/>
        <w:gridCol w:w="4372"/>
      </w:tblGrid>
      <w:tr w:rsidR="00263D32" w:rsidRPr="00F63D06" w:rsidTr="00E9411F">
        <w:trPr>
          <w:trHeight w:val="746"/>
        </w:trPr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63D32" w:rsidRPr="00F63D06" w:rsidRDefault="00E63DB1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b/>
                <w:sz w:val="24"/>
                <w:szCs w:val="24"/>
              </w:rPr>
              <w:t>グループ</w:t>
            </w:r>
            <w:r w:rsidR="00A446D2" w:rsidRPr="00F63D06">
              <w:rPr>
                <w:rFonts w:ascii="メイリオ" w:eastAsia="メイリオ" w:hAnsi="メイリオ" w:hint="eastAsia"/>
                <w:b/>
                <w:sz w:val="24"/>
                <w:szCs w:val="24"/>
              </w:rPr>
              <w:t>名</w:t>
            </w:r>
          </w:p>
        </w:tc>
        <w:tc>
          <w:tcPr>
            <w:tcW w:w="394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3D32" w:rsidRPr="00F63D06" w:rsidRDefault="00191141" w:rsidP="00F63D06">
            <w:pPr>
              <w:snapToGrid w:val="0"/>
              <w:spacing w:line="211" w:lineRule="auto"/>
              <w:ind w:right="840"/>
              <w:jc w:val="left"/>
              <w:rPr>
                <w:rFonts w:ascii="メイリオ" w:eastAsia="メイリオ" w:hAnsi="メイリオ"/>
                <w:color w:val="FF0000"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color w:val="FF0000"/>
                <w:sz w:val="24"/>
                <w:szCs w:val="24"/>
              </w:rPr>
              <w:t>パルボラチーム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3D32" w:rsidRPr="00F63D06" w:rsidRDefault="007C79D4" w:rsidP="00F63D06">
            <w:pPr>
              <w:pStyle w:val="a3"/>
              <w:tabs>
                <w:tab w:val="clear" w:pos="4252"/>
                <w:tab w:val="clear" w:pos="8504"/>
              </w:tabs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63D06">
              <w:rPr>
                <w:rFonts w:ascii="メイリオ" w:eastAsia="メイリオ" w:hAnsi="メイリオ" w:hint="eastAsia"/>
              </w:rPr>
              <w:t>代表者</w:t>
            </w:r>
          </w:p>
          <w:p w:rsidR="007C79D4" w:rsidRPr="00F63D06" w:rsidRDefault="007C79D4" w:rsidP="00F63D06">
            <w:pPr>
              <w:pStyle w:val="a3"/>
              <w:tabs>
                <w:tab w:val="clear" w:pos="4252"/>
                <w:tab w:val="clear" w:pos="8504"/>
              </w:tabs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63D06">
              <w:rPr>
                <w:rFonts w:ascii="メイリオ" w:eastAsia="メイリオ" w:hAnsi="メイリオ" w:hint="eastAsia"/>
              </w:rPr>
              <w:t>氏名</w:t>
            </w:r>
          </w:p>
        </w:tc>
        <w:tc>
          <w:tcPr>
            <w:tcW w:w="43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3D32" w:rsidRPr="00F63D06" w:rsidRDefault="00163C26" w:rsidP="00F63D06">
            <w:pPr>
              <w:snapToGrid w:val="0"/>
              <w:spacing w:line="211" w:lineRule="auto"/>
              <w:ind w:firstLineChars="200" w:firstLine="480"/>
              <w:rPr>
                <w:rFonts w:ascii="メイリオ" w:eastAsia="メイリオ" w:hAnsi="メイリオ"/>
                <w:color w:val="FF0000"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color w:val="FF0000"/>
                <w:sz w:val="24"/>
                <w:szCs w:val="24"/>
              </w:rPr>
              <w:t>生協　パル子</w:t>
            </w:r>
          </w:p>
        </w:tc>
      </w:tr>
      <w:tr w:rsidR="00263D32" w:rsidRPr="00F63D06" w:rsidTr="009F69D4">
        <w:trPr>
          <w:cantSplit/>
          <w:trHeight w:val="951"/>
        </w:trPr>
        <w:tc>
          <w:tcPr>
            <w:tcW w:w="1073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5566B" w:rsidRPr="00F63D06" w:rsidRDefault="0037493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以下の通り、助成された費用の使途を変更いたしますのでご確認ください</w:t>
            </w:r>
            <w:r w:rsidR="005B35D7" w:rsidRPr="00F63D06">
              <w:rPr>
                <w:rFonts w:ascii="メイリオ" w:eastAsia="メイリオ" w:hAnsi="メイリオ" w:hint="eastAsia"/>
                <w:sz w:val="24"/>
                <w:szCs w:val="24"/>
              </w:rPr>
              <w:t>。</w:t>
            </w:r>
          </w:p>
        </w:tc>
      </w:tr>
      <w:tr w:rsidR="005B35D7" w:rsidRPr="00F63D06" w:rsidTr="005D1320">
        <w:trPr>
          <w:cantSplit/>
          <w:trHeight w:val="364"/>
        </w:trPr>
        <w:tc>
          <w:tcPr>
            <w:tcW w:w="33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5B35D7" w:rsidRPr="00F63D06" w:rsidRDefault="005B35D7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sz w:val="24"/>
                <w:szCs w:val="24"/>
              </w:rPr>
              <w:t>《変更後》</w:t>
            </w:r>
          </w:p>
        </w:tc>
        <w:tc>
          <w:tcPr>
            <w:tcW w:w="7343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B35D7" w:rsidRPr="00F63D06" w:rsidRDefault="005B35D7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5B35D7" w:rsidRPr="00F63D06" w:rsidTr="005D1320">
        <w:trPr>
          <w:cantSplit/>
          <w:trHeight w:val="312"/>
        </w:trPr>
        <w:tc>
          <w:tcPr>
            <w:tcW w:w="3395" w:type="dxa"/>
            <w:gridSpan w:val="2"/>
            <w:tcBorders>
              <w:top w:val="single" w:sz="6" w:space="0" w:color="auto"/>
              <w:left w:val="single" w:sz="12" w:space="0" w:color="auto"/>
              <w:bottom w:val="double" w:sz="4" w:space="0" w:color="auto"/>
            </w:tcBorders>
          </w:tcPr>
          <w:p w:rsidR="005B35D7" w:rsidRPr="00F63D06" w:rsidRDefault="005D1320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申請内容・申請</w:t>
            </w:r>
            <w:r w:rsidR="005B35D7" w:rsidRPr="00F63D06">
              <w:rPr>
                <w:rFonts w:ascii="メイリオ" w:eastAsia="メイリオ" w:hAnsi="メイリオ" w:hint="eastAsia"/>
                <w:sz w:val="24"/>
                <w:szCs w:val="24"/>
              </w:rPr>
              <w:t>経費項目</w:t>
            </w:r>
          </w:p>
        </w:tc>
        <w:tc>
          <w:tcPr>
            <w:tcW w:w="7343" w:type="dxa"/>
            <w:gridSpan w:val="3"/>
            <w:tcBorders>
              <w:top w:val="single" w:sz="6" w:space="0" w:color="auto"/>
              <w:bottom w:val="double" w:sz="4" w:space="0" w:color="auto"/>
              <w:right w:val="single" w:sz="12" w:space="0" w:color="auto"/>
            </w:tcBorders>
          </w:tcPr>
          <w:p w:rsidR="005B35D7" w:rsidRPr="00F63D06" w:rsidRDefault="005B35D7" w:rsidP="005D1320">
            <w:pPr>
              <w:snapToGrid w:val="0"/>
              <w:spacing w:line="211" w:lineRule="auto"/>
              <w:ind w:firstLineChars="700" w:firstLine="1680"/>
              <w:rPr>
                <w:rFonts w:ascii="メイリオ" w:eastAsia="メイリオ" w:hAnsi="メイリオ"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sz w:val="24"/>
                <w:szCs w:val="24"/>
              </w:rPr>
              <w:t>金額</w:t>
            </w:r>
            <w:r w:rsidR="005D1320">
              <w:rPr>
                <w:rFonts w:ascii="メイリオ" w:eastAsia="メイリオ" w:hAnsi="メイリオ" w:hint="eastAsia"/>
                <w:sz w:val="24"/>
                <w:szCs w:val="24"/>
              </w:rPr>
              <w:t>・日程等</w:t>
            </w:r>
          </w:p>
        </w:tc>
      </w:tr>
      <w:tr w:rsidR="005B35D7" w:rsidRPr="00F63D06" w:rsidTr="005D1320">
        <w:trPr>
          <w:cantSplit/>
          <w:trHeight w:val="1098"/>
        </w:trPr>
        <w:tc>
          <w:tcPr>
            <w:tcW w:w="3395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5B35D7" w:rsidRDefault="005D132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color w:val="FF0000"/>
              </w:rPr>
            </w:pPr>
            <w:r>
              <w:rPr>
                <w:rFonts w:ascii="メイリオ" w:eastAsia="メイリオ" w:hAnsi="メイリオ" w:hint="eastAsia"/>
                <w:color w:val="FF0000"/>
              </w:rPr>
              <w:t>【例1】</w:t>
            </w:r>
            <w:r w:rsidR="00687C00" w:rsidRPr="00F63D06">
              <w:rPr>
                <w:rFonts w:ascii="メイリオ" w:eastAsia="メイリオ" w:hAnsi="メイリオ" w:hint="eastAsia"/>
                <w:color w:val="FF0000"/>
              </w:rPr>
              <w:t>水道光熱費</w:t>
            </w:r>
          </w:p>
          <w:p w:rsidR="005D1320" w:rsidRPr="00F63D06" w:rsidRDefault="005D132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color w:val="FF0000"/>
              </w:rPr>
            </w:pPr>
            <w:r>
              <w:rPr>
                <w:rFonts w:ascii="メイリオ" w:eastAsia="メイリオ" w:hAnsi="メイリオ"/>
                <w:color w:val="FF0000"/>
              </w:rPr>
              <w:t>【例２】イベント開催</w:t>
            </w:r>
            <w:r w:rsidR="00B86C46">
              <w:rPr>
                <w:rFonts w:ascii="メイリオ" w:eastAsia="メイリオ" w:hAnsi="メイリオ"/>
                <w:color w:val="FF0000"/>
              </w:rPr>
              <w:t>日程</w:t>
            </w:r>
          </w:p>
        </w:tc>
        <w:tc>
          <w:tcPr>
            <w:tcW w:w="7343" w:type="dxa"/>
            <w:gridSpan w:val="3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5B35D7" w:rsidRDefault="00687C0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color w:val="FF0000"/>
              </w:rPr>
            </w:pPr>
            <w:r w:rsidRPr="00F63D06">
              <w:rPr>
                <w:rFonts w:ascii="メイリオ" w:eastAsia="メイリオ" w:hAnsi="メイリオ" w:hint="eastAsia"/>
                <w:color w:val="FF0000"/>
              </w:rPr>
              <w:t>1200円</w:t>
            </w:r>
          </w:p>
          <w:p w:rsidR="005D1320" w:rsidRPr="00F63D06" w:rsidRDefault="005D132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color w:val="FF0000"/>
              </w:rPr>
            </w:pPr>
            <w:r>
              <w:rPr>
                <w:rFonts w:ascii="メイリオ" w:eastAsia="メイリオ" w:hAnsi="メイリオ"/>
                <w:color w:val="FF0000"/>
              </w:rPr>
              <w:t>202●年10月1日、2日</w:t>
            </w:r>
          </w:p>
        </w:tc>
      </w:tr>
      <w:tr w:rsidR="00E63DB1" w:rsidRPr="00F63D06" w:rsidTr="00E9411F">
        <w:trPr>
          <w:cantSplit/>
          <w:trHeight w:val="402"/>
        </w:trPr>
        <w:tc>
          <w:tcPr>
            <w:tcW w:w="10738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E63DB1" w:rsidRPr="00F63D06" w:rsidRDefault="00E63DB1" w:rsidP="00F63D06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</w:p>
        </w:tc>
      </w:tr>
      <w:tr w:rsidR="005B35D7" w:rsidRPr="00F63D06" w:rsidTr="00E9411F">
        <w:trPr>
          <w:cantSplit/>
          <w:trHeight w:val="402"/>
        </w:trPr>
        <w:tc>
          <w:tcPr>
            <w:tcW w:w="10738" w:type="dxa"/>
            <w:gridSpan w:val="5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5B35D7" w:rsidRPr="00F63D06" w:rsidRDefault="005B35D7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sz w:val="24"/>
                <w:szCs w:val="24"/>
              </w:rPr>
              <w:t>【理由】※上記の事実が発生した理由について、以下にご記入ください。</w:t>
            </w:r>
          </w:p>
        </w:tc>
      </w:tr>
      <w:tr w:rsidR="00E63DB1" w:rsidRPr="00F63D06" w:rsidTr="00F332C7">
        <w:trPr>
          <w:cantSplit/>
          <w:trHeight w:val="6019"/>
        </w:trPr>
        <w:tc>
          <w:tcPr>
            <w:tcW w:w="10738" w:type="dxa"/>
            <w:gridSpan w:val="5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7C00" w:rsidRPr="00F63D06" w:rsidRDefault="0037493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color w:val="FF0000"/>
              </w:rPr>
            </w:pPr>
            <w:r w:rsidRPr="00F63D06">
              <w:rPr>
                <w:rFonts w:ascii="メイリオ" w:eastAsia="メイリオ" w:hAnsi="メイリオ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5102225</wp:posOffset>
                      </wp:positionH>
                      <wp:positionV relativeFrom="paragraph">
                        <wp:posOffset>-481965</wp:posOffset>
                      </wp:positionV>
                      <wp:extent cx="1685925" cy="1343025"/>
                      <wp:effectExtent l="361950" t="457200" r="28575" b="2857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1343025"/>
                              </a:xfrm>
                              <a:prstGeom prst="wedgeRoundRectCallout">
                                <a:avLst>
                                  <a:gd name="adj1" fmla="val -68382"/>
                                  <a:gd name="adj2" fmla="val -8140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6CDE" w:rsidRDefault="005D1320">
                                  <w:r>
                                    <w:rPr>
                                      <w:rFonts w:hint="eastAsia"/>
                                    </w:rPr>
                                    <w:t>【</w:t>
                                  </w:r>
                                  <w:r>
                                    <w:t>例</w:t>
                                  </w:r>
                                  <w:r>
                                    <w:t>1</w:t>
                                  </w:r>
                                  <w:r>
                                    <w:t>】</w:t>
                                  </w:r>
                                  <w:r w:rsidR="00BA6CDE">
                                    <w:rPr>
                                      <w:rFonts w:hint="eastAsia"/>
                                    </w:rPr>
                                    <w:t>変更したい経費項目（使途）とその金額を記入します。</w:t>
                                  </w:r>
                                </w:p>
                                <w:p w:rsidR="005D1320" w:rsidRDefault="005D1320">
                                  <w:r>
                                    <w:rPr>
                                      <w:rFonts w:hint="eastAsia"/>
                                    </w:rPr>
                                    <w:t>【</w:t>
                                  </w:r>
                                  <w:r>
                                    <w:t>例</w:t>
                                  </w:r>
                                  <w:r>
                                    <w:t>2</w:t>
                                  </w:r>
                                  <w:r>
                                    <w:t>】変更した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日程</w:t>
                                  </w:r>
                                  <w:r>
                                    <w:t>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記入</w:t>
                                  </w:r>
                                  <w:r>
                                    <w:t>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2" o:spid="_x0000_s1026" type="#_x0000_t62" style="position:absolute;left:0;text-align:left;margin-left:401.75pt;margin-top:-37.95pt;width:132.75pt;height:10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" adj="-3971,-6783">
                      <v:textbox inset="5.85pt,.7pt,5.85pt,.7pt">
                        <w:txbxContent>
                          <w:p w:rsidR="00BA6CDE" w:rsidRDefault="005D1320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t>例</w:t>
                            </w:r>
                            <w:r>
                              <w:t>1</w:t>
                            </w:r>
                            <w:r>
                              <w:t>】</w:t>
                            </w:r>
                            <w:r w:rsidR="00BA6CDE">
                              <w:rPr>
                                <w:rFonts w:hint="eastAsia"/>
                              </w:rPr>
                              <w:t>変更したい経費項目（使途）とその金額を記入します。</w:t>
                            </w:r>
                          </w:p>
                          <w:p w:rsidR="005D1320" w:rsidRDefault="005D132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t>例</w:t>
                            </w:r>
                            <w:r>
                              <w:t>2</w:t>
                            </w:r>
                            <w:r>
                              <w:t>】変更した</w:t>
                            </w:r>
                            <w:r>
                              <w:rPr>
                                <w:rFonts w:hint="eastAsia"/>
                              </w:rPr>
                              <w:t>日程</w:t>
                            </w:r>
                            <w: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  <w:r>
                              <w:t>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1320">
              <w:rPr>
                <w:rFonts w:ascii="メイリオ" w:eastAsia="メイリオ" w:hAnsi="メイリオ" w:hint="eastAsia"/>
                <w:color w:val="FF0000"/>
              </w:rPr>
              <w:t>【例1】</w:t>
            </w:r>
            <w:r w:rsidR="009F69D4" w:rsidRPr="00F63D06">
              <w:rPr>
                <w:rFonts w:ascii="メイリオ" w:eastAsia="メイリオ" w:hAnsi="メイリオ" w:hint="eastAsia"/>
                <w:color w:val="FF0000"/>
              </w:rPr>
              <w:t>食費が予定していた金額以下であった。</w:t>
            </w:r>
          </w:p>
          <w:p w:rsidR="00006ED9" w:rsidRDefault="00687C0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color w:val="FF0000"/>
              </w:rPr>
            </w:pPr>
            <w:r w:rsidRPr="00F63D06">
              <w:rPr>
                <w:rFonts w:ascii="メイリオ" w:eastAsia="メイリオ" w:hAnsi="メイリオ" w:hint="eastAsia"/>
                <w:color w:val="FF0000"/>
              </w:rPr>
              <w:t>そのため、その分を水道光熱費の支払いに使途変更します。</w:t>
            </w:r>
          </w:p>
          <w:p w:rsidR="005D1320" w:rsidRPr="00F63D06" w:rsidRDefault="005D132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color w:val="FF0000"/>
              </w:rPr>
            </w:pPr>
            <w:r>
              <w:rPr>
                <w:rFonts w:ascii="メイリオ" w:eastAsia="メイリオ" w:hAnsi="メイリオ"/>
                <w:color w:val="FF0000"/>
              </w:rPr>
              <w:t>【例2】新型コロナウイルス拡散防止の為、企画開催を延期した…</w:t>
            </w:r>
            <w:r w:rsidR="00266CDE">
              <w:rPr>
                <w:rFonts w:ascii="メイリオ" w:eastAsia="メイリオ" w:hAnsi="メイリオ"/>
                <w:color w:val="FF0000"/>
              </w:rPr>
              <w:t>（詳細記入）</w:t>
            </w:r>
            <w:r>
              <w:rPr>
                <w:rFonts w:ascii="メイリオ" w:eastAsia="メイリオ" w:hAnsi="メイリオ"/>
                <w:color w:val="FF0000"/>
              </w:rPr>
              <w:t>。</w:t>
            </w:r>
          </w:p>
        </w:tc>
      </w:tr>
    </w:tbl>
    <w:p w:rsidR="00263D32" w:rsidRPr="00F63D06" w:rsidRDefault="00263D32" w:rsidP="00F63D06">
      <w:pPr>
        <w:snapToGrid w:val="0"/>
        <w:spacing w:line="211" w:lineRule="auto"/>
        <w:rPr>
          <w:rFonts w:ascii="メイリオ" w:eastAsia="メイリオ" w:hAnsi="メイリオ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</w:tblGrid>
      <w:tr w:rsidR="00163C26" w:rsidRPr="00F63D06" w:rsidTr="00B44E91">
        <w:tc>
          <w:tcPr>
            <w:tcW w:w="1247" w:type="dxa"/>
            <w:shd w:val="clear" w:color="auto" w:fill="auto"/>
            <w:vAlign w:val="center"/>
          </w:tcPr>
          <w:p w:rsidR="00163C26" w:rsidRPr="00F63D06" w:rsidRDefault="00163C26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63D06">
              <w:rPr>
                <w:rFonts w:ascii="メイリオ" w:eastAsia="メイリオ" w:hAnsi="メイリオ" w:hint="eastAsia"/>
              </w:rPr>
              <w:t>確認印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3C26" w:rsidRPr="00F63D06" w:rsidRDefault="00163C26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63D06">
              <w:rPr>
                <w:rFonts w:ascii="メイリオ" w:eastAsia="メイリオ" w:hAnsi="メイリオ" w:hint="eastAsia"/>
              </w:rPr>
              <w:t>受理印</w:t>
            </w:r>
          </w:p>
        </w:tc>
      </w:tr>
      <w:tr w:rsidR="00163C26" w:rsidRPr="00F63D06" w:rsidTr="00B44E91">
        <w:tc>
          <w:tcPr>
            <w:tcW w:w="1247" w:type="dxa"/>
            <w:shd w:val="clear" w:color="auto" w:fill="auto"/>
          </w:tcPr>
          <w:p w:rsidR="00163C26" w:rsidRPr="00F63D06" w:rsidRDefault="00163C26" w:rsidP="00F63D06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  <w:r w:rsidRPr="00F63D06">
              <w:rPr>
                <w:rFonts w:ascii="メイリオ" w:eastAsia="メイリオ" w:hAnsi="メイリオ" w:hint="eastAsia"/>
              </w:rPr>
              <w:t xml:space="preserve">　　／</w:t>
            </w:r>
          </w:p>
        </w:tc>
        <w:tc>
          <w:tcPr>
            <w:tcW w:w="1417" w:type="dxa"/>
            <w:shd w:val="clear" w:color="auto" w:fill="auto"/>
          </w:tcPr>
          <w:p w:rsidR="00163C26" w:rsidRPr="00F63D06" w:rsidRDefault="00163C26" w:rsidP="00F63D06">
            <w:pPr>
              <w:snapToGrid w:val="0"/>
              <w:spacing w:line="211" w:lineRule="auto"/>
              <w:ind w:firstLineChars="100" w:firstLine="210"/>
              <w:rPr>
                <w:rFonts w:ascii="メイリオ" w:eastAsia="メイリオ" w:hAnsi="メイリオ"/>
              </w:rPr>
            </w:pPr>
            <w:r w:rsidRPr="00F63D06">
              <w:rPr>
                <w:rFonts w:ascii="メイリオ" w:eastAsia="メイリオ" w:hAnsi="メイリオ" w:hint="eastAsia"/>
              </w:rPr>
              <w:t xml:space="preserve">　／</w:t>
            </w:r>
          </w:p>
        </w:tc>
      </w:tr>
      <w:tr w:rsidR="00163C26" w:rsidRPr="00F63D06" w:rsidTr="00B44E91">
        <w:trPr>
          <w:trHeight w:val="993"/>
        </w:trPr>
        <w:tc>
          <w:tcPr>
            <w:tcW w:w="1418" w:type="dxa"/>
            <w:shd w:val="clear" w:color="auto" w:fill="auto"/>
            <w:vAlign w:val="center"/>
          </w:tcPr>
          <w:p w:rsidR="00163C26" w:rsidRPr="00F63D06" w:rsidRDefault="00163C26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A6A6A6"/>
              </w:rPr>
            </w:pPr>
            <w:r w:rsidRPr="00F63D06">
              <w:rPr>
                <w:rFonts w:ascii="メイリオ" w:eastAsia="メイリオ" w:hAnsi="メイリオ" w:hint="eastAsia"/>
                <w:color w:val="A6A6A6"/>
              </w:rPr>
              <w:t>担当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3C26" w:rsidRPr="00F63D06" w:rsidRDefault="00953823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A6A6A6"/>
              </w:rPr>
            </w:pPr>
            <w:r w:rsidRPr="00F63D06">
              <w:rPr>
                <w:rFonts w:ascii="メイリオ" w:eastAsia="メイリオ" w:hAnsi="メイリオ" w:hint="eastAsia"/>
                <w:color w:val="A6A6A6"/>
              </w:rPr>
              <w:t>事務局長</w:t>
            </w:r>
          </w:p>
        </w:tc>
      </w:tr>
    </w:tbl>
    <w:p w:rsidR="00D35A60" w:rsidRPr="00F63D06" w:rsidRDefault="00163C26" w:rsidP="00F63D06">
      <w:pPr>
        <w:snapToGrid w:val="0"/>
        <w:spacing w:line="211" w:lineRule="auto"/>
        <w:rPr>
          <w:rFonts w:ascii="メイリオ" w:eastAsia="メイリオ" w:hAnsi="メイリオ"/>
          <w:b/>
          <w:sz w:val="24"/>
          <w:szCs w:val="24"/>
        </w:rPr>
      </w:pPr>
      <w:r w:rsidRPr="00F63D06">
        <w:rPr>
          <w:rFonts w:ascii="メイリオ" w:eastAsia="メイリオ" w:hAnsi="メイリオ"/>
        </w:rPr>
        <w:br w:type="page"/>
      </w:r>
      <w:r w:rsidR="00D35A60" w:rsidRPr="00F63D06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lastRenderedPageBreak/>
        <w:t>震災復興支援基金（パル未来花基金）使途</w:t>
      </w:r>
      <w:r w:rsidR="00374930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等</w:t>
      </w:r>
      <w:r w:rsidR="00D35A60" w:rsidRPr="00F63D06">
        <w:rPr>
          <w:rFonts w:ascii="メイリオ" w:eastAsia="メイリオ" w:hAnsi="メイリオ" w:hint="eastAsia"/>
          <w:b/>
          <w:sz w:val="24"/>
          <w:szCs w:val="24"/>
          <w:shd w:val="clear" w:color="auto" w:fill="BDD6EE" w:themeFill="accent1" w:themeFillTint="66"/>
        </w:rPr>
        <w:t>変更申請書</w:t>
      </w:r>
    </w:p>
    <w:p w:rsidR="00D35A60" w:rsidRPr="00F63D06" w:rsidRDefault="00D35A60" w:rsidP="00F63D06">
      <w:pPr>
        <w:snapToGrid w:val="0"/>
        <w:spacing w:line="211" w:lineRule="auto"/>
        <w:jc w:val="right"/>
        <w:rPr>
          <w:rFonts w:ascii="メイリオ" w:eastAsia="メイリオ" w:hAnsi="メイリオ"/>
        </w:rPr>
      </w:pPr>
      <w:r w:rsidRPr="00F63D06">
        <w:rPr>
          <w:rFonts w:ascii="メイリオ" w:eastAsia="メイリオ" w:hAnsi="メイリオ"/>
        </w:rPr>
        <w:t xml:space="preserve">  </w:t>
      </w:r>
      <w:r w:rsidRPr="00F63D06">
        <w:rPr>
          <w:rFonts w:ascii="メイリオ" w:eastAsia="メイリオ" w:hAnsi="メイリオ" w:hint="eastAsia"/>
        </w:rPr>
        <w:t xml:space="preserve">提出日20　　　年　　　月　　　日　　　　　</w:t>
      </w:r>
    </w:p>
    <w:tbl>
      <w:tblPr>
        <w:tblW w:w="1088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ashSmallGap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7"/>
        <w:gridCol w:w="1417"/>
        <w:gridCol w:w="2524"/>
        <w:gridCol w:w="900"/>
        <w:gridCol w:w="4372"/>
      </w:tblGrid>
      <w:tr w:rsidR="00D35A60" w:rsidRPr="00F63D06" w:rsidTr="00E9411F">
        <w:trPr>
          <w:trHeight w:val="746"/>
        </w:trPr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b/>
                <w:sz w:val="24"/>
                <w:szCs w:val="24"/>
              </w:rPr>
              <w:t>グループ名</w:t>
            </w:r>
          </w:p>
        </w:tc>
        <w:tc>
          <w:tcPr>
            <w:tcW w:w="394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5A60" w:rsidRPr="00F63D06" w:rsidRDefault="00D35A60" w:rsidP="00F63D06">
            <w:pPr>
              <w:snapToGrid w:val="0"/>
              <w:spacing w:line="211" w:lineRule="auto"/>
              <w:ind w:right="840"/>
              <w:jc w:val="left"/>
              <w:rPr>
                <w:rFonts w:ascii="メイリオ" w:eastAsia="メイリオ" w:hAnsi="メイリオ"/>
                <w:color w:val="FF000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5A60" w:rsidRPr="00F63D06" w:rsidRDefault="00D35A60" w:rsidP="00F63D06">
            <w:pPr>
              <w:pStyle w:val="a3"/>
              <w:tabs>
                <w:tab w:val="clear" w:pos="4252"/>
                <w:tab w:val="clear" w:pos="8504"/>
              </w:tabs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63D06">
              <w:rPr>
                <w:rFonts w:ascii="メイリオ" w:eastAsia="メイリオ" w:hAnsi="メイリオ" w:hint="eastAsia"/>
              </w:rPr>
              <w:t>代表者</w:t>
            </w:r>
          </w:p>
          <w:p w:rsidR="00D35A60" w:rsidRPr="00F63D06" w:rsidRDefault="00D35A60" w:rsidP="00F63D06">
            <w:pPr>
              <w:pStyle w:val="a3"/>
              <w:tabs>
                <w:tab w:val="clear" w:pos="4252"/>
                <w:tab w:val="clear" w:pos="8504"/>
              </w:tabs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63D06">
              <w:rPr>
                <w:rFonts w:ascii="メイリオ" w:eastAsia="メイリオ" w:hAnsi="メイリオ" w:hint="eastAsia"/>
              </w:rPr>
              <w:t>氏名</w:t>
            </w:r>
          </w:p>
        </w:tc>
        <w:tc>
          <w:tcPr>
            <w:tcW w:w="43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D35A60" w:rsidRPr="00F63D06" w:rsidTr="009F69D4">
        <w:trPr>
          <w:cantSplit/>
          <w:trHeight w:val="951"/>
        </w:trPr>
        <w:tc>
          <w:tcPr>
            <w:tcW w:w="1088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D35A60" w:rsidRPr="00F63D06" w:rsidRDefault="0037493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以下の通り、助成された費用の使途を変更いたしますのでご確認ください</w:t>
            </w:r>
            <w:r w:rsidRPr="00F63D06">
              <w:rPr>
                <w:rFonts w:ascii="メイリオ" w:eastAsia="メイリオ" w:hAnsi="メイリオ" w:hint="eastAsia"/>
                <w:sz w:val="24"/>
                <w:szCs w:val="24"/>
              </w:rPr>
              <w:t>。</w:t>
            </w:r>
          </w:p>
        </w:tc>
      </w:tr>
      <w:tr w:rsidR="00D35A60" w:rsidRPr="00F63D06" w:rsidTr="00E9411F">
        <w:trPr>
          <w:cantSplit/>
          <w:trHeight w:val="364"/>
        </w:trPr>
        <w:tc>
          <w:tcPr>
            <w:tcW w:w="30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sz w:val="24"/>
                <w:szCs w:val="24"/>
              </w:rPr>
              <w:t>《変更後》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D35A60" w:rsidRPr="00F63D06" w:rsidTr="00E9411F">
        <w:trPr>
          <w:cantSplit/>
          <w:trHeight w:val="312"/>
        </w:trPr>
        <w:tc>
          <w:tcPr>
            <w:tcW w:w="3084" w:type="dxa"/>
            <w:gridSpan w:val="2"/>
            <w:tcBorders>
              <w:top w:val="single" w:sz="6" w:space="0" w:color="auto"/>
              <w:left w:val="single" w:sz="12" w:space="0" w:color="auto"/>
              <w:bottom w:val="double" w:sz="4" w:space="0" w:color="auto"/>
            </w:tcBorders>
          </w:tcPr>
          <w:p w:rsidR="00D35A60" w:rsidRPr="00F63D06" w:rsidRDefault="00374930" w:rsidP="00374930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申請内容・申請</w:t>
            </w:r>
            <w:r w:rsidRPr="00F63D06">
              <w:rPr>
                <w:rFonts w:ascii="メイリオ" w:eastAsia="メイリオ" w:hAnsi="メイリオ" w:hint="eastAsia"/>
                <w:sz w:val="24"/>
                <w:szCs w:val="24"/>
              </w:rPr>
              <w:t>経費項目</w:t>
            </w:r>
          </w:p>
        </w:tc>
        <w:tc>
          <w:tcPr>
            <w:tcW w:w="7796" w:type="dxa"/>
            <w:gridSpan w:val="3"/>
            <w:tcBorders>
              <w:top w:val="single" w:sz="6" w:space="0" w:color="auto"/>
              <w:bottom w:val="double" w:sz="4" w:space="0" w:color="auto"/>
              <w:right w:val="single" w:sz="12" w:space="0" w:color="auto"/>
            </w:tcBorders>
          </w:tcPr>
          <w:p w:rsidR="00D35A60" w:rsidRPr="00F63D06" w:rsidRDefault="00374930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sz w:val="24"/>
                <w:szCs w:val="24"/>
              </w:rPr>
              <w:t>金額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・日程等</w:t>
            </w:r>
          </w:p>
        </w:tc>
      </w:tr>
      <w:tr w:rsidR="00D35A60" w:rsidRPr="00F63D06" w:rsidTr="00E9411F">
        <w:trPr>
          <w:cantSplit/>
          <w:trHeight w:val="1098"/>
        </w:trPr>
        <w:tc>
          <w:tcPr>
            <w:tcW w:w="3084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</w:p>
        </w:tc>
        <w:tc>
          <w:tcPr>
            <w:tcW w:w="7796" w:type="dxa"/>
            <w:gridSpan w:val="3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</w:p>
        </w:tc>
      </w:tr>
      <w:tr w:rsidR="00D35A60" w:rsidRPr="00F63D06" w:rsidTr="00E9411F">
        <w:trPr>
          <w:cantSplit/>
          <w:trHeight w:val="402"/>
        </w:trPr>
        <w:tc>
          <w:tcPr>
            <w:tcW w:w="10880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</w:p>
        </w:tc>
      </w:tr>
      <w:tr w:rsidR="00D35A60" w:rsidRPr="00F63D06" w:rsidTr="00E9411F">
        <w:trPr>
          <w:cantSplit/>
          <w:trHeight w:val="402"/>
        </w:trPr>
        <w:tc>
          <w:tcPr>
            <w:tcW w:w="10880" w:type="dxa"/>
            <w:gridSpan w:val="5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sz w:val="24"/>
                <w:szCs w:val="24"/>
              </w:rPr>
            </w:pPr>
            <w:r w:rsidRPr="00F63D06">
              <w:rPr>
                <w:rFonts w:ascii="メイリオ" w:eastAsia="メイリオ" w:hAnsi="メイリオ" w:hint="eastAsia"/>
                <w:sz w:val="24"/>
                <w:szCs w:val="24"/>
              </w:rPr>
              <w:t>【理由】※上記の事実が発生した理由について、以下にご記入ください。</w:t>
            </w:r>
          </w:p>
        </w:tc>
      </w:tr>
      <w:tr w:rsidR="00D35A60" w:rsidRPr="00F63D06" w:rsidTr="00F332C7">
        <w:trPr>
          <w:cantSplit/>
          <w:trHeight w:val="6019"/>
        </w:trPr>
        <w:tc>
          <w:tcPr>
            <w:tcW w:w="10880" w:type="dxa"/>
            <w:gridSpan w:val="5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A60" w:rsidRPr="00F63D06" w:rsidRDefault="00D35A60" w:rsidP="00F63D06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</w:p>
        </w:tc>
      </w:tr>
    </w:tbl>
    <w:p w:rsidR="00D35A60" w:rsidRPr="00F63D06" w:rsidRDefault="00D35A60" w:rsidP="00F63D06">
      <w:pPr>
        <w:snapToGrid w:val="0"/>
        <w:spacing w:line="211" w:lineRule="auto"/>
        <w:rPr>
          <w:rFonts w:ascii="メイリオ" w:eastAsia="メイリオ" w:hAnsi="メイリオ"/>
        </w:rPr>
      </w:pPr>
    </w:p>
    <w:tbl>
      <w:tblPr>
        <w:tblW w:w="0" w:type="auto"/>
        <w:tblInd w:w="2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18"/>
        <w:gridCol w:w="1417"/>
      </w:tblGrid>
      <w:tr w:rsidR="00163C26" w:rsidRPr="00F63D06" w:rsidTr="0035445D">
        <w:tc>
          <w:tcPr>
            <w:tcW w:w="1276" w:type="dxa"/>
            <w:shd w:val="clear" w:color="auto" w:fill="auto"/>
            <w:vAlign w:val="center"/>
          </w:tcPr>
          <w:p w:rsidR="00163C26" w:rsidRPr="0035445D" w:rsidRDefault="00163C26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808080" w:themeColor="background1" w:themeShade="80"/>
              </w:rPr>
            </w:pPr>
            <w:r w:rsidRPr="0035445D">
              <w:rPr>
                <w:rFonts w:ascii="メイリオ" w:eastAsia="メイリオ" w:hAnsi="メイリオ" w:hint="eastAsia"/>
                <w:color w:val="808080" w:themeColor="background1" w:themeShade="80"/>
              </w:rPr>
              <w:t>確認印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3C26" w:rsidRPr="0035445D" w:rsidRDefault="00163C26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808080" w:themeColor="background1" w:themeShade="80"/>
              </w:rPr>
            </w:pPr>
            <w:r w:rsidRPr="0035445D">
              <w:rPr>
                <w:rFonts w:ascii="メイリオ" w:eastAsia="メイリオ" w:hAnsi="メイリオ" w:hint="eastAsia"/>
                <w:color w:val="808080" w:themeColor="background1" w:themeShade="80"/>
              </w:rPr>
              <w:t>受理印</w:t>
            </w:r>
          </w:p>
        </w:tc>
      </w:tr>
      <w:tr w:rsidR="00163C26" w:rsidRPr="00F63D06" w:rsidTr="0035445D">
        <w:tc>
          <w:tcPr>
            <w:tcW w:w="1276" w:type="dxa"/>
            <w:shd w:val="clear" w:color="auto" w:fill="auto"/>
          </w:tcPr>
          <w:p w:rsidR="00163C26" w:rsidRPr="0035445D" w:rsidRDefault="00163C26" w:rsidP="00F63D06">
            <w:pPr>
              <w:snapToGrid w:val="0"/>
              <w:spacing w:line="211" w:lineRule="auto"/>
              <w:rPr>
                <w:rFonts w:ascii="メイリオ" w:eastAsia="メイリオ" w:hAnsi="メイリオ"/>
                <w:color w:val="808080" w:themeColor="background1" w:themeShade="80"/>
              </w:rPr>
            </w:pPr>
            <w:r w:rsidRPr="0035445D">
              <w:rPr>
                <w:rFonts w:ascii="メイリオ" w:eastAsia="メイリオ" w:hAnsi="メイリオ" w:hint="eastAsia"/>
                <w:color w:val="808080" w:themeColor="background1" w:themeShade="80"/>
              </w:rPr>
              <w:t xml:space="preserve">　　／</w:t>
            </w:r>
          </w:p>
        </w:tc>
        <w:tc>
          <w:tcPr>
            <w:tcW w:w="1417" w:type="dxa"/>
            <w:shd w:val="clear" w:color="auto" w:fill="auto"/>
          </w:tcPr>
          <w:p w:rsidR="00163C26" w:rsidRPr="0035445D" w:rsidRDefault="00163C26" w:rsidP="00F63D06">
            <w:pPr>
              <w:snapToGrid w:val="0"/>
              <w:spacing w:line="211" w:lineRule="auto"/>
              <w:ind w:firstLineChars="100" w:firstLine="210"/>
              <w:rPr>
                <w:rFonts w:ascii="メイリオ" w:eastAsia="メイリオ" w:hAnsi="メイリオ"/>
                <w:color w:val="808080" w:themeColor="background1" w:themeShade="80"/>
              </w:rPr>
            </w:pPr>
            <w:r w:rsidRPr="0035445D">
              <w:rPr>
                <w:rFonts w:ascii="メイリオ" w:eastAsia="メイリオ" w:hAnsi="メイリオ" w:hint="eastAsia"/>
                <w:color w:val="808080" w:themeColor="background1" w:themeShade="80"/>
              </w:rPr>
              <w:t xml:space="preserve">　／</w:t>
            </w:r>
          </w:p>
        </w:tc>
      </w:tr>
      <w:tr w:rsidR="00163C26" w:rsidRPr="00F63D06" w:rsidTr="0035445D">
        <w:trPr>
          <w:trHeight w:val="993"/>
        </w:trPr>
        <w:tc>
          <w:tcPr>
            <w:tcW w:w="1418" w:type="dxa"/>
            <w:shd w:val="clear" w:color="auto" w:fill="auto"/>
            <w:vAlign w:val="center"/>
          </w:tcPr>
          <w:p w:rsidR="00163C26" w:rsidRPr="00F63D06" w:rsidRDefault="00163C26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A6A6A6"/>
              </w:rPr>
            </w:pPr>
            <w:r w:rsidRPr="00F63D06">
              <w:rPr>
                <w:rFonts w:ascii="メイリオ" w:eastAsia="メイリオ" w:hAnsi="メイリオ" w:hint="eastAsia"/>
                <w:color w:val="A6A6A6"/>
              </w:rPr>
              <w:t>担当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3C26" w:rsidRPr="00F63D06" w:rsidRDefault="00953823" w:rsidP="00F63D06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color w:val="A6A6A6"/>
              </w:rPr>
            </w:pPr>
            <w:r w:rsidRPr="00F63D06">
              <w:rPr>
                <w:rFonts w:ascii="メイリオ" w:eastAsia="メイリオ" w:hAnsi="メイリオ" w:hint="eastAsia"/>
                <w:color w:val="A6A6A6"/>
              </w:rPr>
              <w:t>事務局長</w:t>
            </w:r>
          </w:p>
        </w:tc>
      </w:tr>
    </w:tbl>
    <w:p w:rsidR="00163C26" w:rsidRPr="00F63D06" w:rsidRDefault="00163C26" w:rsidP="00575731">
      <w:pPr>
        <w:snapToGrid w:val="0"/>
        <w:spacing w:line="211" w:lineRule="auto"/>
        <w:rPr>
          <w:rFonts w:ascii="メイリオ" w:eastAsia="メイリオ" w:hAnsi="メイリオ"/>
        </w:rPr>
      </w:pPr>
    </w:p>
    <w:sectPr w:rsidR="00163C26" w:rsidRPr="00F63D06" w:rsidSect="00F40F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567" w:left="567" w:header="567" w:footer="567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C94" w:rsidRDefault="00237C94">
      <w:r>
        <w:separator/>
      </w:r>
    </w:p>
  </w:endnote>
  <w:endnote w:type="continuationSeparator" w:id="0">
    <w:p w:rsidR="00237C94" w:rsidRDefault="0023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261" w:rsidRDefault="00AE626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261" w:rsidRDefault="00AE626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261" w:rsidRDefault="00AE62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C94" w:rsidRDefault="00237C94">
      <w:r>
        <w:separator/>
      </w:r>
    </w:p>
  </w:footnote>
  <w:footnote w:type="continuationSeparator" w:id="0">
    <w:p w:rsidR="00237C94" w:rsidRDefault="00237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261" w:rsidRDefault="00AE62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A8E" w:rsidRPr="00F63D06" w:rsidRDefault="003F2A8E" w:rsidP="003F2A8E">
    <w:pPr>
      <w:pStyle w:val="a3"/>
      <w:jc w:val="right"/>
      <w:rPr>
        <w:rFonts w:ascii="メイリオ" w:eastAsia="メイリオ" w:hAnsi="メイリオ"/>
      </w:rPr>
    </w:pPr>
    <w:r w:rsidRPr="00F63D06">
      <w:rPr>
        <w:rFonts w:ascii="メイリオ" w:eastAsia="メイリオ" w:hAnsi="メイリオ" w:hint="eastAsia"/>
      </w:rPr>
      <w:t>パ</w:t>
    </w:r>
    <w:r w:rsidR="00782A92" w:rsidRPr="00F63D06">
      <w:rPr>
        <w:rFonts w:ascii="メイリオ" w:eastAsia="メイリオ" w:hAnsi="メイリオ" w:hint="eastAsia"/>
      </w:rPr>
      <w:t xml:space="preserve">ル未来花基金　</w:t>
    </w:r>
    <w:r w:rsidRPr="00F63D06">
      <w:rPr>
        <w:rFonts w:ascii="メイリオ" w:eastAsia="メイリオ" w:hAnsi="メイリオ" w:hint="eastAsia"/>
      </w:rPr>
      <w:t>様式</w:t>
    </w:r>
    <w:r w:rsidR="00536F56" w:rsidRPr="00F63D06">
      <w:rPr>
        <w:rFonts w:ascii="メイリオ" w:eastAsia="メイリオ" w:hAnsi="メイリオ" w:hint="eastAsia"/>
      </w:rPr>
      <w:t>E</w:t>
    </w:r>
    <w:r w:rsidRPr="00F63D06">
      <w:rPr>
        <w:rFonts w:ascii="メイリオ" w:eastAsia="メイリオ" w:hAnsi="メイリオ" w:hint="eastAsia"/>
      </w:rPr>
      <w:t>-1</w:t>
    </w:r>
  </w:p>
  <w:p w:rsidR="003F2A8E" w:rsidRPr="00F63D06" w:rsidRDefault="00AE6261" w:rsidP="003F2A8E">
    <w:pPr>
      <w:pStyle w:val="a3"/>
      <w:jc w:val="right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2021.</w:t>
    </w:r>
    <w:r>
      <w:rPr>
        <w:rFonts w:ascii="メイリオ" w:eastAsia="メイリオ" w:hAnsi="メイリオ" w:hint="eastAsia"/>
      </w:rPr>
      <w:t>８</w:t>
    </w:r>
    <w:bookmarkStart w:id="0" w:name="_GoBack"/>
    <w:bookmarkEnd w:id="0"/>
    <w:r w:rsidR="00E9411F" w:rsidRPr="00F63D06">
      <w:rPr>
        <w:rFonts w:ascii="メイリオ" w:eastAsia="メイリオ" w:hAnsi="メイリオ" w:hint="eastAsia"/>
      </w:rPr>
      <w:t xml:space="preserve">　政策推進課</w:t>
    </w:r>
    <w:r w:rsidR="003F2A8E" w:rsidRPr="00F63D06">
      <w:rPr>
        <w:rFonts w:ascii="メイリオ" w:eastAsia="メイリオ" w:hAnsi="メイリオ" w:hint="eastAsia"/>
      </w:rPr>
      <w:t>改定</w:t>
    </w:r>
  </w:p>
  <w:p w:rsidR="00C45DD3" w:rsidRDefault="00C45DD3">
    <w:pPr>
      <w:pStyle w:val="a3"/>
      <w:tabs>
        <w:tab w:val="clear" w:pos="8504"/>
        <w:tab w:val="right" w:pos="9180"/>
      </w:tabs>
      <w:spacing w:line="0" w:lineRule="atLeast"/>
      <w:ind w:rightChars="-124" w:right="-260"/>
      <w:jc w:val="right"/>
      <w:rPr>
        <w:rFonts w:eastAsia="HGPｺﾞｼｯｸM"/>
        <w:sz w:val="16"/>
      </w:rPr>
    </w:pPr>
  </w:p>
  <w:p w:rsidR="00921EDC" w:rsidRDefault="00921EDC">
    <w:pPr>
      <w:pStyle w:val="a3"/>
      <w:tabs>
        <w:tab w:val="clear" w:pos="8504"/>
        <w:tab w:val="right" w:pos="9180"/>
      </w:tabs>
      <w:spacing w:line="0" w:lineRule="atLeast"/>
      <w:ind w:rightChars="-124" w:right="-260"/>
      <w:jc w:val="right"/>
      <w:rPr>
        <w:rFonts w:eastAsia="HGPｺﾞｼｯｸM"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261" w:rsidRDefault="00AE62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F48A6"/>
    <w:multiLevelType w:val="hybridMultilevel"/>
    <w:tmpl w:val="A06CCE00"/>
    <w:lvl w:ilvl="0" w:tplc="5726AA60">
      <w:start w:val="2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A8"/>
    <w:rsid w:val="00006ED9"/>
    <w:rsid w:val="00055AAF"/>
    <w:rsid w:val="00060D22"/>
    <w:rsid w:val="000E4E1C"/>
    <w:rsid w:val="000F51C8"/>
    <w:rsid w:val="00163C26"/>
    <w:rsid w:val="00167E0B"/>
    <w:rsid w:val="00191141"/>
    <w:rsid w:val="001A1D4C"/>
    <w:rsid w:val="001A4B07"/>
    <w:rsid w:val="001A4F49"/>
    <w:rsid w:val="001A68A8"/>
    <w:rsid w:val="00206604"/>
    <w:rsid w:val="00237C94"/>
    <w:rsid w:val="00252A86"/>
    <w:rsid w:val="00256C4C"/>
    <w:rsid w:val="00263D32"/>
    <w:rsid w:val="00266CDE"/>
    <w:rsid w:val="002A466D"/>
    <w:rsid w:val="002A6FC7"/>
    <w:rsid w:val="002E5C63"/>
    <w:rsid w:val="00300093"/>
    <w:rsid w:val="0035445D"/>
    <w:rsid w:val="00374930"/>
    <w:rsid w:val="003753C0"/>
    <w:rsid w:val="003C4ACC"/>
    <w:rsid w:val="003F2A8E"/>
    <w:rsid w:val="00443897"/>
    <w:rsid w:val="004553C9"/>
    <w:rsid w:val="00485194"/>
    <w:rsid w:val="005227D0"/>
    <w:rsid w:val="00536F56"/>
    <w:rsid w:val="005438A6"/>
    <w:rsid w:val="005453EF"/>
    <w:rsid w:val="00575731"/>
    <w:rsid w:val="00593AC1"/>
    <w:rsid w:val="005B35D7"/>
    <w:rsid w:val="005C7558"/>
    <w:rsid w:val="005D1320"/>
    <w:rsid w:val="00616EAD"/>
    <w:rsid w:val="006356F4"/>
    <w:rsid w:val="006823EC"/>
    <w:rsid w:val="00687C00"/>
    <w:rsid w:val="006F7F27"/>
    <w:rsid w:val="007208B4"/>
    <w:rsid w:val="00782A92"/>
    <w:rsid w:val="007A55DD"/>
    <w:rsid w:val="007C1CC6"/>
    <w:rsid w:val="007C79D4"/>
    <w:rsid w:val="007D4052"/>
    <w:rsid w:val="00802681"/>
    <w:rsid w:val="008171F8"/>
    <w:rsid w:val="00862334"/>
    <w:rsid w:val="00895862"/>
    <w:rsid w:val="008B70F7"/>
    <w:rsid w:val="009108C7"/>
    <w:rsid w:val="00921EDC"/>
    <w:rsid w:val="00953823"/>
    <w:rsid w:val="009703C7"/>
    <w:rsid w:val="009872C2"/>
    <w:rsid w:val="009B2631"/>
    <w:rsid w:val="009B3753"/>
    <w:rsid w:val="009E2DCD"/>
    <w:rsid w:val="009F69D4"/>
    <w:rsid w:val="00A41585"/>
    <w:rsid w:val="00A446D2"/>
    <w:rsid w:val="00A53AF9"/>
    <w:rsid w:val="00A5566B"/>
    <w:rsid w:val="00A9353F"/>
    <w:rsid w:val="00AB0F7E"/>
    <w:rsid w:val="00AE6261"/>
    <w:rsid w:val="00AF1066"/>
    <w:rsid w:val="00AF772B"/>
    <w:rsid w:val="00B44E91"/>
    <w:rsid w:val="00B71431"/>
    <w:rsid w:val="00B807D6"/>
    <w:rsid w:val="00B86C46"/>
    <w:rsid w:val="00BA6CDE"/>
    <w:rsid w:val="00C01E0A"/>
    <w:rsid w:val="00C37727"/>
    <w:rsid w:val="00C43A53"/>
    <w:rsid w:val="00C45DD3"/>
    <w:rsid w:val="00D32BFD"/>
    <w:rsid w:val="00D35A60"/>
    <w:rsid w:val="00DA48B0"/>
    <w:rsid w:val="00DC073C"/>
    <w:rsid w:val="00DF2FC7"/>
    <w:rsid w:val="00E339BD"/>
    <w:rsid w:val="00E63DB1"/>
    <w:rsid w:val="00E67EAA"/>
    <w:rsid w:val="00E9411F"/>
    <w:rsid w:val="00E96AE3"/>
    <w:rsid w:val="00F332C7"/>
    <w:rsid w:val="00F40F13"/>
    <w:rsid w:val="00F576AD"/>
    <w:rsid w:val="00F63D06"/>
    <w:rsid w:val="00FC5CC0"/>
    <w:rsid w:val="00FC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269C66-382E-4CBC-83BC-863B05E8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37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210" w:hangingChars="100" w:hanging="210"/>
    </w:pPr>
    <w:rPr>
      <w:bCs/>
    </w:rPr>
  </w:style>
  <w:style w:type="paragraph" w:styleId="a7">
    <w:name w:val="Balloon Text"/>
    <w:basedOn w:val="a"/>
    <w:semiHidden/>
    <w:rsid w:val="00AB0F7E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3F2A8E"/>
    <w:rPr>
      <w:sz w:val="21"/>
    </w:rPr>
  </w:style>
  <w:style w:type="table" w:styleId="a8">
    <w:name w:val="Table Grid"/>
    <w:basedOn w:val="a1"/>
    <w:rsid w:val="00163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800ahr\&#12487;&#12473;&#12463;&#12488;&#12483;&#12503;\A-050&#12288;&#12288;%20&#29702;&#3000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F328B-0054-4EDB-A691-3A734EB0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A-050　　 理由書.dot</Template>
  <TotalTime>4</TotalTime>
  <Pages>2</Pages>
  <Words>423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経費精算書</vt:lpstr>
      <vt:lpstr>経費精算書</vt:lpstr>
    </vt:vector>
  </TitlesOfParts>
  <Company>パルシステム連合会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経費精算書</dc:title>
  <dc:subject/>
  <dc:creator>d800ahr</dc:creator>
  <cp:keywords/>
  <cp:lastModifiedBy>岩崎 緩子</cp:lastModifiedBy>
  <cp:revision>6</cp:revision>
  <cp:lastPrinted>2014-01-27T06:48:00Z</cp:lastPrinted>
  <dcterms:created xsi:type="dcterms:W3CDTF">2021-09-08T01:56:00Z</dcterms:created>
  <dcterms:modified xsi:type="dcterms:W3CDTF">2021-09-28T00:13:00Z</dcterms:modified>
</cp:coreProperties>
</file>